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560"/>
      </w:tblGrid>
      <w:tr w:rsidR="00E1781E" w:rsidRPr="007F717E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t>FACULTY: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Faculty of Humanities</w:t>
            </w:r>
          </w:p>
        </w:tc>
      </w:tr>
      <w:tr w:rsidR="00E1781E" w:rsidRPr="007F717E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</w:pPr>
            <w:r w:rsidRPr="007F717E">
              <w:t>FIELD OF STUDY: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</w:pPr>
            <w:r w:rsidRPr="007F717E">
              <w:rPr>
                <w:lang w:val="en-US"/>
              </w:rPr>
              <w:t>Journalism and Social Communication</w:t>
            </w:r>
          </w:p>
        </w:tc>
      </w:tr>
      <w:tr w:rsidR="00E1781E" w:rsidRPr="007F717E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</w:pPr>
            <w:r w:rsidRPr="007F717E">
              <w:t>Anna Hajek, MA</w:t>
            </w:r>
          </w:p>
          <w:p w:rsidR="00E1781E" w:rsidRPr="007F717E" w:rsidRDefault="00E1781E" w:rsidP="006C56D7">
            <w:pPr>
              <w:spacing w:after="0" w:line="240" w:lineRule="auto"/>
            </w:pPr>
            <w:r w:rsidRPr="007F717E">
              <w:t>Wiesław Trojanowicz, MA</w:t>
            </w:r>
          </w:p>
        </w:tc>
      </w:tr>
      <w:tr w:rsidR="00E1781E" w:rsidRPr="00760CD8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</w:tcPr>
          <w:p w:rsidR="00E1781E" w:rsidRPr="006C56D7" w:rsidRDefault="00E1781E" w:rsidP="006C56D7">
            <w:pPr>
              <w:spacing w:after="0" w:line="240" w:lineRule="auto"/>
              <w:rPr>
                <w:lang w:val="en-US"/>
              </w:rPr>
            </w:pPr>
            <w:r w:rsidRPr="007F717E">
              <w:rPr>
                <w:rStyle w:val="czeinternetowe"/>
                <w:lang w:val="en-US"/>
              </w:rPr>
              <w:t>anna.hajek</w:t>
            </w:r>
            <w:hyperlink r:id="rId4">
              <w:r w:rsidRPr="007F717E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E1781E" w:rsidRPr="006C56D7" w:rsidRDefault="00E1781E" w:rsidP="006C56D7">
            <w:pPr>
              <w:spacing w:after="0" w:line="240" w:lineRule="auto"/>
              <w:rPr>
                <w:lang w:val="en-US"/>
              </w:rPr>
            </w:pPr>
            <w:hyperlink r:id="rId5">
              <w:r w:rsidRPr="007F717E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1781E" w:rsidRPr="007F717E" w:rsidRDefault="00E1781E" w:rsidP="006C56D7">
            <w:pPr>
              <w:spacing w:after="0" w:line="240" w:lineRule="auto"/>
              <w:rPr>
                <w:lang w:val="en-US"/>
              </w:rPr>
            </w:pPr>
          </w:p>
        </w:tc>
      </w:tr>
      <w:tr w:rsidR="00E1781E" w:rsidRPr="00B5544A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COURSE TITLE:</w:t>
            </w:r>
          </w:p>
        </w:tc>
        <w:tc>
          <w:tcPr>
            <w:tcW w:w="5559" w:type="dxa"/>
          </w:tcPr>
          <w:p w:rsidR="00E1781E" w:rsidRPr="00AF16DB" w:rsidRDefault="00E1781E" w:rsidP="006C56D7">
            <w:pPr>
              <w:spacing w:after="0" w:line="240" w:lineRule="auto"/>
              <w:rPr>
                <w:lang w:val="en-US"/>
              </w:rPr>
            </w:pPr>
            <w:r w:rsidRPr="00AF16DB">
              <w:rPr>
                <w:lang w:val="en-US"/>
              </w:rPr>
              <w:t>Contemporary</w:t>
            </w:r>
            <w:r>
              <w:rPr>
                <w:lang w:val="en-US"/>
              </w:rPr>
              <w:t xml:space="preserve"> </w:t>
            </w:r>
            <w:r w:rsidRPr="00AF16DB">
              <w:rPr>
                <w:lang w:val="en-US"/>
              </w:rPr>
              <w:t>advertising</w:t>
            </w:r>
            <w:r>
              <w:rPr>
                <w:lang w:val="en-US"/>
              </w:rPr>
              <w:t xml:space="preserve"> trends</w:t>
            </w:r>
            <w:r w:rsidRPr="00AF16DB">
              <w:rPr>
                <w:lang w:val="en-US"/>
              </w:rPr>
              <w:t xml:space="preserve"> </w:t>
            </w:r>
          </w:p>
        </w:tc>
      </w:tr>
      <w:tr w:rsidR="00E1781E" w:rsidRPr="007F717E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LECTURER’S NAME: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Piotr Szarszewski, PhD</w:t>
            </w:r>
          </w:p>
        </w:tc>
      </w:tr>
      <w:tr w:rsidR="00E1781E" w:rsidRPr="006C56D7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  <w:rPr>
                <w:lang w:val="en-US"/>
              </w:rPr>
            </w:pPr>
            <w:hyperlink r:id="rId6" w:history="1">
              <w:r w:rsidRPr="009B0934">
                <w:rPr>
                  <w:rStyle w:val="Hyperlink"/>
                  <w:lang w:val="en-US"/>
                </w:rPr>
                <w:t>piotrszarszewski@interia.pl</w:t>
              </w:r>
            </w:hyperlink>
          </w:p>
        </w:tc>
      </w:tr>
      <w:tr w:rsidR="00E1781E" w:rsidRPr="006C56D7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1781E" w:rsidRPr="007F717E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ACADEMIC YEAR:</w:t>
            </w:r>
          </w:p>
        </w:tc>
        <w:tc>
          <w:tcPr>
            <w:tcW w:w="5559" w:type="dxa"/>
          </w:tcPr>
          <w:p w:rsidR="00E1781E" w:rsidRPr="00760CD8" w:rsidRDefault="00E1781E" w:rsidP="006C56D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2021</w:t>
            </w:r>
            <w:r w:rsidRPr="007F717E">
              <w:rPr>
                <w:b/>
                <w:bCs/>
                <w:lang w:val="en-US"/>
              </w:rPr>
              <w:t>/202</w:t>
            </w:r>
            <w:r>
              <w:rPr>
                <w:b/>
                <w:bCs/>
                <w:lang w:val="en-US"/>
              </w:rPr>
              <w:t>2</w:t>
            </w:r>
          </w:p>
        </w:tc>
      </w:tr>
      <w:tr w:rsidR="00E1781E" w:rsidRPr="006C56D7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SEMESTER:</w:t>
            </w:r>
          </w:p>
          <w:p w:rsidR="00E1781E" w:rsidRPr="007F717E" w:rsidRDefault="00E1781E" w:rsidP="007F717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F717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1781E" w:rsidRPr="007F717E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HOURS IN SEMESTER: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1781E" w:rsidRPr="006C56D7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LEVEL OF THE COURSE:</w:t>
            </w:r>
          </w:p>
          <w:p w:rsidR="00E1781E" w:rsidRPr="007F717E" w:rsidRDefault="00E1781E" w:rsidP="007F717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F717E">
              <w:rPr>
                <w:sz w:val="18"/>
                <w:szCs w:val="18"/>
                <w:lang w:val="en-US"/>
              </w:rPr>
              <w:t>(1</w:t>
            </w:r>
            <w:r w:rsidRPr="007F717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7F717E">
              <w:rPr>
                <w:sz w:val="18"/>
                <w:szCs w:val="18"/>
                <w:lang w:val="en-US"/>
              </w:rPr>
              <w:t xml:space="preserve"> cycle, 2</w:t>
            </w:r>
            <w:r w:rsidRPr="007F717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7F717E">
              <w:rPr>
                <w:sz w:val="18"/>
                <w:szCs w:val="18"/>
                <w:lang w:val="en-US"/>
              </w:rPr>
              <w:t xml:space="preserve"> cycle, 3</w:t>
            </w:r>
            <w:r w:rsidRPr="007F717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7F717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</w:tcPr>
          <w:p w:rsidR="00E1781E" w:rsidRPr="00B94D3A" w:rsidRDefault="00E1781E" w:rsidP="006C56D7">
            <w:pPr>
              <w:spacing w:after="0" w:line="240" w:lineRule="auto"/>
              <w:rPr>
                <w:lang w:val="en-US"/>
              </w:rPr>
            </w:pPr>
            <w:r w:rsidRPr="00B94D3A">
              <w:rPr>
                <w:lang w:val="en-US"/>
              </w:rPr>
              <w:t>1st cycle</w:t>
            </w:r>
          </w:p>
        </w:tc>
      </w:tr>
      <w:tr w:rsidR="00E1781E" w:rsidRPr="006C56D7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TEACHING METHOD:</w:t>
            </w:r>
          </w:p>
          <w:p w:rsidR="00E1781E" w:rsidRPr="007F717E" w:rsidRDefault="00E1781E" w:rsidP="007F717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F717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</w:tcPr>
          <w:p w:rsidR="00E1781E" w:rsidRPr="00B94D3A" w:rsidRDefault="00E1781E" w:rsidP="006C56D7">
            <w:pPr>
              <w:spacing w:after="0" w:line="240" w:lineRule="auto"/>
              <w:rPr>
                <w:lang w:val="en-US"/>
              </w:rPr>
            </w:pPr>
            <w:r w:rsidRPr="00B94D3A">
              <w:rPr>
                <w:lang w:val="en-US"/>
              </w:rPr>
              <w:t>group tutorials</w:t>
            </w:r>
          </w:p>
        </w:tc>
      </w:tr>
      <w:tr w:rsidR="00E1781E" w:rsidRPr="007F717E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LANGUAGE OF INSTRUCTION:</w:t>
            </w:r>
          </w:p>
        </w:tc>
        <w:tc>
          <w:tcPr>
            <w:tcW w:w="5559" w:type="dxa"/>
          </w:tcPr>
          <w:p w:rsidR="00E1781E" w:rsidRPr="007F717E" w:rsidRDefault="00E1781E" w:rsidP="006C56D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E1781E" w:rsidRPr="00760CD8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ASSESSMENT METHOD:</w:t>
            </w:r>
          </w:p>
          <w:p w:rsidR="00E1781E" w:rsidRPr="007F717E" w:rsidRDefault="00E1781E" w:rsidP="007F717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F717E">
              <w:rPr>
                <w:lang w:val="en-US"/>
              </w:rPr>
              <w:t>(</w:t>
            </w:r>
            <w:r w:rsidRPr="007F717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</w:tcPr>
          <w:p w:rsidR="00E1781E" w:rsidRPr="00B94D3A" w:rsidRDefault="00E1781E" w:rsidP="006C56D7">
            <w:pPr>
              <w:spacing w:after="0" w:line="240" w:lineRule="auto"/>
              <w:rPr>
                <w:lang w:val="en-US"/>
              </w:rPr>
            </w:pPr>
            <w:r w:rsidRPr="00B94D3A">
              <w:rPr>
                <w:lang w:val="en-US"/>
              </w:rPr>
              <w:t>project work, presentation, continuous assessment</w:t>
            </w:r>
            <w:r>
              <w:rPr>
                <w:lang w:val="en-US"/>
              </w:rPr>
              <w:t>, oral exam</w:t>
            </w:r>
          </w:p>
        </w:tc>
      </w:tr>
      <w:tr w:rsidR="00E1781E" w:rsidRPr="00760CD8">
        <w:tc>
          <w:tcPr>
            <w:tcW w:w="3652" w:type="dxa"/>
            <w:shd w:val="clear" w:color="auto" w:fill="EEECE1"/>
          </w:tcPr>
          <w:p w:rsidR="00E1781E" w:rsidRPr="007F717E" w:rsidRDefault="00E1781E" w:rsidP="007F717E">
            <w:pPr>
              <w:spacing w:after="0" w:line="240" w:lineRule="auto"/>
              <w:rPr>
                <w:lang w:val="en-US"/>
              </w:rPr>
            </w:pPr>
            <w:r w:rsidRPr="007F717E">
              <w:rPr>
                <w:lang w:val="en-US"/>
              </w:rPr>
              <w:t>COURSE CONTENT:</w:t>
            </w:r>
          </w:p>
        </w:tc>
        <w:tc>
          <w:tcPr>
            <w:tcW w:w="5559" w:type="dxa"/>
          </w:tcPr>
          <w:p w:rsidR="00E1781E" w:rsidRPr="00AF16DB" w:rsidRDefault="00E1781E" w:rsidP="006C56D7">
            <w:pPr>
              <w:spacing w:after="0" w:line="240" w:lineRule="auto"/>
              <w:rPr>
                <w:lang w:val="en-US"/>
              </w:rPr>
            </w:pPr>
            <w:r w:rsidRPr="00AF16DB">
              <w:rPr>
                <w:lang w:val="en-US"/>
              </w:rPr>
              <w:t>The aim of the course is to present what is important in contemporary advertising. Selected thematic blocks: new trends in advertising, new research trends in advertising, new advertising media.</w:t>
            </w:r>
          </w:p>
        </w:tc>
      </w:tr>
      <w:tr w:rsidR="00E1781E" w:rsidRPr="007F717E">
        <w:tc>
          <w:tcPr>
            <w:tcW w:w="3652" w:type="dxa"/>
            <w:shd w:val="clear" w:color="auto" w:fill="EEECE1"/>
          </w:tcPr>
          <w:p w:rsidR="00E1781E" w:rsidRPr="007D1EE4" w:rsidRDefault="00E1781E" w:rsidP="007F717E">
            <w:pPr>
              <w:spacing w:after="0" w:line="240" w:lineRule="auto"/>
            </w:pPr>
            <w:r w:rsidRPr="007D1EE4">
              <w:t>ADDITIONAL INFORMATION:</w:t>
            </w:r>
          </w:p>
        </w:tc>
        <w:tc>
          <w:tcPr>
            <w:tcW w:w="5559" w:type="dxa"/>
          </w:tcPr>
          <w:p w:rsidR="00E1781E" w:rsidRPr="007D1EE4" w:rsidRDefault="00E1781E" w:rsidP="006C56D7">
            <w:pPr>
              <w:spacing w:after="0" w:line="240" w:lineRule="auto"/>
            </w:pPr>
          </w:p>
        </w:tc>
      </w:tr>
    </w:tbl>
    <w:p w:rsidR="00E1781E" w:rsidRPr="007D1EE4" w:rsidRDefault="00E1781E"/>
    <w:p w:rsidR="00E1781E" w:rsidRPr="007D1EE4" w:rsidRDefault="00E1781E"/>
    <w:p w:rsidR="00E1781E" w:rsidRPr="007D1EE4" w:rsidRDefault="00E1781E">
      <w:pPr>
        <w:pStyle w:val="NoSpacing"/>
        <w:jc w:val="right"/>
      </w:pPr>
      <w:r w:rsidRPr="007D1EE4">
        <w:t>………………………………………………………………..</w:t>
      </w:r>
    </w:p>
    <w:p w:rsidR="00E1781E" w:rsidRPr="007D1EE4" w:rsidRDefault="00E1781E">
      <w:pPr>
        <w:pStyle w:val="NoSpacing"/>
        <w:jc w:val="right"/>
      </w:pPr>
      <w:r w:rsidRPr="007D1EE4">
        <w:t>/sporządził/a, data/</w:t>
      </w:r>
    </w:p>
    <w:p w:rsidR="00E1781E" w:rsidRPr="007D1EE4" w:rsidRDefault="00E1781E"/>
    <w:p w:rsidR="00E1781E" w:rsidRDefault="00E1781E"/>
    <w:sectPr w:rsidR="00E1781E" w:rsidSect="005F7E9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E94"/>
    <w:rsid w:val="000154BD"/>
    <w:rsid w:val="001A7E91"/>
    <w:rsid w:val="001B6E72"/>
    <w:rsid w:val="001C295B"/>
    <w:rsid w:val="001C3D92"/>
    <w:rsid w:val="00296199"/>
    <w:rsid w:val="0038365F"/>
    <w:rsid w:val="004B1C64"/>
    <w:rsid w:val="005F7E94"/>
    <w:rsid w:val="006C56D7"/>
    <w:rsid w:val="00760CD8"/>
    <w:rsid w:val="007D1EE4"/>
    <w:rsid w:val="007F717E"/>
    <w:rsid w:val="00857349"/>
    <w:rsid w:val="00927307"/>
    <w:rsid w:val="009327D0"/>
    <w:rsid w:val="00986992"/>
    <w:rsid w:val="009B0934"/>
    <w:rsid w:val="00A53FC2"/>
    <w:rsid w:val="00A71AA5"/>
    <w:rsid w:val="00AF16DB"/>
    <w:rsid w:val="00B46B8F"/>
    <w:rsid w:val="00B5544A"/>
    <w:rsid w:val="00B94D3A"/>
    <w:rsid w:val="00DC1197"/>
    <w:rsid w:val="00E1781E"/>
    <w:rsid w:val="00FB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4B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basedOn w:val="DefaultParagraphFont"/>
    <w:uiPriority w:val="99"/>
    <w:rsid w:val="000154BD"/>
    <w:rPr>
      <w:color w:val="0000FF"/>
      <w:u w:val="single"/>
    </w:rPr>
  </w:style>
  <w:style w:type="character" w:customStyle="1" w:styleId="ListLabel1">
    <w:name w:val="ListLabel 1"/>
    <w:uiPriority w:val="99"/>
    <w:rsid w:val="005F7E94"/>
    <w:rPr>
      <w:lang w:val="en-US"/>
    </w:rPr>
  </w:style>
  <w:style w:type="character" w:customStyle="1" w:styleId="ListLabel2">
    <w:name w:val="ListLabel 2"/>
    <w:uiPriority w:val="99"/>
    <w:rsid w:val="005F7E94"/>
    <w:rPr>
      <w:lang w:val="en-US"/>
    </w:rPr>
  </w:style>
  <w:style w:type="character" w:customStyle="1" w:styleId="ListLabel3">
    <w:name w:val="ListLabel 3"/>
    <w:uiPriority w:val="99"/>
    <w:rsid w:val="005F7E94"/>
    <w:rPr>
      <w:lang w:val="en-US"/>
    </w:rPr>
  </w:style>
  <w:style w:type="paragraph" w:styleId="Header">
    <w:name w:val="header"/>
    <w:basedOn w:val="Normal"/>
    <w:next w:val="BodyText"/>
    <w:link w:val="HeaderChar"/>
    <w:uiPriority w:val="99"/>
    <w:rsid w:val="005F7E9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3D92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5F7E94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C3D92"/>
    <w:rPr>
      <w:lang w:eastAsia="en-US"/>
    </w:rPr>
  </w:style>
  <w:style w:type="paragraph" w:styleId="List">
    <w:name w:val="List"/>
    <w:basedOn w:val="BodyText"/>
    <w:uiPriority w:val="99"/>
    <w:rsid w:val="005F7E94"/>
  </w:style>
  <w:style w:type="paragraph" w:styleId="Caption">
    <w:name w:val="caption"/>
    <w:basedOn w:val="Normal"/>
    <w:uiPriority w:val="99"/>
    <w:qFormat/>
    <w:rsid w:val="005F7E9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5F7E94"/>
    <w:pPr>
      <w:suppressLineNumbers/>
    </w:pPr>
  </w:style>
  <w:style w:type="paragraph" w:styleId="NoSpacing">
    <w:name w:val="No Spacing"/>
    <w:uiPriority w:val="99"/>
    <w:qFormat/>
    <w:rsid w:val="000154BD"/>
    <w:rPr>
      <w:lang w:eastAsia="en-US"/>
    </w:rPr>
  </w:style>
  <w:style w:type="table" w:styleId="TableGrid">
    <w:name w:val="Table Grid"/>
    <w:basedOn w:val="TableNormal"/>
    <w:uiPriority w:val="99"/>
    <w:rsid w:val="000154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554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otrszarszewski@interia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193</Words>
  <Characters>1164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uhuhu</cp:lastModifiedBy>
  <cp:revision>15</cp:revision>
  <dcterms:created xsi:type="dcterms:W3CDTF">2018-01-31T12:01:00Z</dcterms:created>
  <dcterms:modified xsi:type="dcterms:W3CDTF">2021-07-07T05:37:00Z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